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5F" w:rsidRDefault="00C62038" w:rsidP="00487044">
      <w:pPr>
        <w:spacing w:afterLines="50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上海城建职业学院</w:t>
      </w:r>
      <w:bookmarkStart w:id="0" w:name="_GoBack"/>
      <w:bookmarkEnd w:id="0"/>
      <w:r w:rsidR="00212384">
        <w:rPr>
          <w:rFonts w:ascii="华文中宋" w:eastAsia="华文中宋" w:hAnsi="华文中宋" w:hint="eastAsia"/>
          <w:b/>
          <w:bCs/>
          <w:sz w:val="32"/>
          <w:szCs w:val="32"/>
        </w:rPr>
        <w:t>2020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年度先进工作者审批表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559"/>
        <w:gridCol w:w="1559"/>
        <w:gridCol w:w="1560"/>
        <w:gridCol w:w="1275"/>
        <w:gridCol w:w="1418"/>
      </w:tblGrid>
      <w:tr w:rsidR="00212384" w:rsidRPr="00212384" w:rsidTr="00212384">
        <w:trPr>
          <w:trHeight w:val="567"/>
          <w:jc w:val="center"/>
        </w:trPr>
        <w:tc>
          <w:tcPr>
            <w:tcW w:w="1276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姓　名</w:t>
            </w: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性　别</w:t>
            </w:r>
          </w:p>
        </w:tc>
        <w:tc>
          <w:tcPr>
            <w:tcW w:w="1560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12384" w:rsidRPr="00212384" w:rsidTr="00212384">
        <w:trPr>
          <w:trHeight w:val="567"/>
          <w:jc w:val="center"/>
        </w:trPr>
        <w:tc>
          <w:tcPr>
            <w:tcW w:w="1276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民　族</w:t>
            </w: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60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418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12384" w:rsidRPr="00212384" w:rsidTr="00212384">
        <w:trPr>
          <w:trHeight w:val="567"/>
          <w:jc w:val="center"/>
        </w:trPr>
        <w:tc>
          <w:tcPr>
            <w:tcW w:w="1276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参加工作年　月</w:t>
            </w: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岗位</w:t>
            </w:r>
          </w:p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212384">
              <w:rPr>
                <w:rFonts w:ascii="宋体" w:hAnsi="宋体" w:hint="eastAsia"/>
                <w:szCs w:val="21"/>
              </w:rPr>
              <w:t>（职务/职称）</w:t>
            </w:r>
          </w:p>
        </w:tc>
        <w:tc>
          <w:tcPr>
            <w:tcW w:w="1560" w:type="dxa"/>
            <w:vAlign w:val="center"/>
          </w:tcPr>
          <w:p w:rsidR="00212384" w:rsidRPr="00212384" w:rsidRDefault="00212384" w:rsidP="00460B7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12384" w:rsidRPr="00212384" w:rsidRDefault="0021238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工作部门</w:t>
            </w:r>
          </w:p>
        </w:tc>
        <w:tc>
          <w:tcPr>
            <w:tcW w:w="1418" w:type="dxa"/>
            <w:vAlign w:val="center"/>
          </w:tcPr>
          <w:p w:rsidR="00212384" w:rsidRPr="00212384" w:rsidRDefault="0021238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E565F" w:rsidRPr="00212384" w:rsidTr="00212384">
        <w:trPr>
          <w:trHeight w:val="525"/>
          <w:jc w:val="center"/>
        </w:trPr>
        <w:tc>
          <w:tcPr>
            <w:tcW w:w="8647" w:type="dxa"/>
            <w:gridSpan w:val="6"/>
            <w:vAlign w:val="center"/>
          </w:tcPr>
          <w:p w:rsidR="00CE565F" w:rsidRPr="00212384" w:rsidRDefault="00C62038" w:rsidP="00212384">
            <w:pPr>
              <w:jc w:val="center"/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先 进 事 迹</w:t>
            </w:r>
          </w:p>
        </w:tc>
      </w:tr>
      <w:tr w:rsidR="00CE565F" w:rsidRPr="00212384" w:rsidTr="00212384">
        <w:trPr>
          <w:trHeight w:val="4005"/>
          <w:jc w:val="center"/>
        </w:trPr>
        <w:tc>
          <w:tcPr>
            <w:tcW w:w="8647" w:type="dxa"/>
            <w:gridSpan w:val="6"/>
          </w:tcPr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62038" w:rsidRPr="00212384" w:rsidRDefault="00C62038" w:rsidP="00C62038">
            <w:pPr>
              <w:rPr>
                <w:rFonts w:asciiTheme="minorEastAsia" w:eastAsiaTheme="minorEastAsia" w:hAnsiTheme="minorEastAsia"/>
                <w:sz w:val="24"/>
              </w:rPr>
            </w:pPr>
            <w:r w:rsidRPr="00212384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212384">
              <w:rPr>
                <w:rFonts w:ascii="宋体" w:hAnsi="宋体" w:hint="eastAsia"/>
                <w:sz w:val="24"/>
              </w:rPr>
              <w:t>不超过1000字</w:t>
            </w:r>
            <w:r w:rsidRPr="00212384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384" w:rsidRPr="00212384" w:rsidRDefault="00212384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565F" w:rsidRPr="00212384" w:rsidRDefault="00CE565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12384" w:rsidRPr="00212384" w:rsidTr="00212384">
        <w:trPr>
          <w:trHeight w:val="2925"/>
          <w:jc w:val="center"/>
        </w:trPr>
        <w:tc>
          <w:tcPr>
            <w:tcW w:w="4394" w:type="dxa"/>
            <w:gridSpan w:val="3"/>
          </w:tcPr>
          <w:p w:rsidR="00212384" w:rsidRPr="00212384" w:rsidRDefault="00212384" w:rsidP="00460B76">
            <w:pPr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所在部门意见:</w:t>
            </w:r>
          </w:p>
          <w:p w:rsidR="00212384" w:rsidRPr="00212384" w:rsidRDefault="00212384" w:rsidP="00460B7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rPr>
                <w:rFonts w:ascii="宋体" w:hAnsi="宋体"/>
                <w:sz w:val="24"/>
              </w:rPr>
            </w:pPr>
          </w:p>
          <w:p w:rsidR="00212384" w:rsidRPr="00212384" w:rsidRDefault="00212384" w:rsidP="00460B76">
            <w:pPr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 xml:space="preserve">                   年   月   日</w:t>
            </w:r>
          </w:p>
        </w:tc>
        <w:tc>
          <w:tcPr>
            <w:tcW w:w="4253" w:type="dxa"/>
            <w:gridSpan w:val="3"/>
          </w:tcPr>
          <w:p w:rsidR="00212384" w:rsidRPr="00212384" w:rsidRDefault="00212384">
            <w:pPr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>学</w:t>
            </w:r>
            <w:r w:rsidR="00A00265">
              <w:rPr>
                <w:rFonts w:ascii="宋体" w:hAnsi="宋体" w:hint="eastAsia"/>
                <w:sz w:val="24"/>
              </w:rPr>
              <w:t>校</w:t>
            </w:r>
            <w:r w:rsidRPr="00212384">
              <w:rPr>
                <w:rFonts w:ascii="宋体" w:hAnsi="宋体" w:hint="eastAsia"/>
                <w:sz w:val="24"/>
              </w:rPr>
              <w:t>意见:</w:t>
            </w:r>
          </w:p>
          <w:p w:rsidR="00212384" w:rsidRPr="00212384" w:rsidRDefault="00212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rPr>
                <w:rFonts w:ascii="宋体" w:hAnsi="宋体"/>
                <w:sz w:val="24"/>
              </w:rPr>
            </w:pPr>
          </w:p>
          <w:p w:rsidR="00212384" w:rsidRPr="00212384" w:rsidRDefault="00212384">
            <w:pPr>
              <w:rPr>
                <w:rFonts w:ascii="宋体" w:hAnsi="宋体"/>
                <w:sz w:val="24"/>
              </w:rPr>
            </w:pPr>
            <w:r w:rsidRPr="00212384">
              <w:rPr>
                <w:rFonts w:ascii="宋体" w:hAnsi="宋体" w:hint="eastAsia"/>
                <w:sz w:val="24"/>
              </w:rPr>
              <w:t xml:space="preserve">                   年   月   日</w:t>
            </w:r>
          </w:p>
        </w:tc>
      </w:tr>
    </w:tbl>
    <w:p w:rsidR="00CE565F" w:rsidRDefault="00C62038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注:本表一式两份, 一份存本人档案，一份</w:t>
      </w:r>
      <w:proofErr w:type="gramStart"/>
      <w:r>
        <w:rPr>
          <w:rFonts w:ascii="宋体" w:hAnsi="宋体" w:hint="eastAsia"/>
          <w:sz w:val="24"/>
        </w:rPr>
        <w:t>存学校</w:t>
      </w:r>
      <w:proofErr w:type="gramEnd"/>
      <w:r>
        <w:rPr>
          <w:rFonts w:ascii="宋体" w:hAnsi="宋体" w:hint="eastAsia"/>
          <w:sz w:val="24"/>
        </w:rPr>
        <w:t>文书档案。</w:t>
      </w:r>
    </w:p>
    <w:p w:rsidR="00CE565F" w:rsidRDefault="00CE565F"/>
    <w:sectPr w:rsidR="00CE565F" w:rsidSect="0021238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384" w:rsidRDefault="00212384" w:rsidP="00212384">
      <w:r>
        <w:separator/>
      </w:r>
    </w:p>
  </w:endnote>
  <w:endnote w:type="continuationSeparator" w:id="0">
    <w:p w:rsidR="00212384" w:rsidRDefault="00212384" w:rsidP="00212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384" w:rsidRDefault="00212384" w:rsidP="00212384">
      <w:r>
        <w:separator/>
      </w:r>
    </w:p>
  </w:footnote>
  <w:footnote w:type="continuationSeparator" w:id="0">
    <w:p w:rsidR="00212384" w:rsidRDefault="00212384" w:rsidP="002123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3F521F"/>
    <w:rsid w:val="00212384"/>
    <w:rsid w:val="00487044"/>
    <w:rsid w:val="00A00265"/>
    <w:rsid w:val="00C62038"/>
    <w:rsid w:val="00CE565F"/>
    <w:rsid w:val="44080744"/>
    <w:rsid w:val="663F521F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6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2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2384"/>
    <w:rPr>
      <w:kern w:val="2"/>
      <w:sz w:val="18"/>
      <w:szCs w:val="18"/>
    </w:rPr>
  </w:style>
  <w:style w:type="paragraph" w:styleId="a4">
    <w:name w:val="footer"/>
    <w:basedOn w:val="a"/>
    <w:link w:val="Char0"/>
    <w:rsid w:val="00212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23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</TotalTime>
  <Pages>1</Pages>
  <Words>112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JF</cp:lastModifiedBy>
  <cp:revision>4</cp:revision>
  <dcterms:created xsi:type="dcterms:W3CDTF">2018-12-19T11:18:00Z</dcterms:created>
  <dcterms:modified xsi:type="dcterms:W3CDTF">2020-12-13T06:31:00Z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